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42F7F0AA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  <w:r w:rsidR="002959AC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 xml:space="preserve"> 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59B05114" w:rsidR="004D577D" w:rsidRPr="002B16FC" w:rsidRDefault="002B16FC" w:rsidP="00D54DA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</w:t>
                </w:r>
                <w:r w:rsidR="002959AC">
                  <w:rPr>
                    <w:rFonts w:ascii="Calibri" w:eastAsia="Calibri" w:hAnsi="Calibri" w:cs="Times New Roman"/>
                    <w:b w:val="0"/>
                  </w:rPr>
                  <w:t>3</w:t>
                </w:r>
                <w:r w:rsidR="00D54DAD">
                  <w:rPr>
                    <w:rFonts w:ascii="Calibri" w:eastAsia="Calibri" w:hAnsi="Calibri" w:cs="Times New Roman"/>
                    <w:b w:val="0"/>
                  </w:rPr>
                  <w:t>1</w:t>
                </w:r>
                <w:r w:rsidR="00B70DCC">
                  <w:rPr>
                    <w:rFonts w:ascii="Calibri" w:eastAsia="Calibri" w:hAnsi="Calibri" w:cs="Times New Roman"/>
                    <w:b w:val="0"/>
                  </w:rPr>
                  <w:t>7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</w:t>
                </w:r>
                <w:proofErr w:type="gram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.rrrr</w:t>
                </w:r>
                <w:proofErr w:type="spell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 xml:space="preserve"> – </w:t>
                </w:r>
                <w:proofErr w:type="spell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83967FC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</w:t>
                </w:r>
                <w:r w:rsidR="002959AC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orgánu/členů statut. </w:t>
                </w:r>
                <w:proofErr w:type="gramStart"/>
                <w:r w:rsidR="002959AC">
                  <w:rPr>
                    <w:rFonts w:ascii="Calibri" w:eastAsia="Calibri" w:hAnsi="Calibri" w:cs="Times New Roman"/>
                    <w:bCs/>
                    <w:sz w:val="16"/>
                  </w:rPr>
                  <w:t>orgánu</w:t>
                </w:r>
                <w:proofErr w:type="gramEnd"/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38AD8404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349D497A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</w:t>
                </w:r>
                <w:r w:rsidR="002959AC"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</w:t>
                </w:r>
                <w:r w:rsidR="002959AC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orgánu/členů statut. </w:t>
                </w:r>
                <w:proofErr w:type="gramStart"/>
                <w:r w:rsidR="002959AC">
                  <w:rPr>
                    <w:rFonts w:ascii="Calibri" w:eastAsia="Calibri" w:hAnsi="Calibri" w:cs="Times New Roman"/>
                    <w:bCs/>
                    <w:sz w:val="16"/>
                  </w:rPr>
                  <w:t>orgánu</w:t>
                </w:r>
                <w:proofErr w:type="gramEnd"/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3AE6D95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8D4B872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</w:t>
                </w:r>
                <w:r w:rsidR="002959AC"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</w:t>
                </w:r>
                <w:r w:rsidR="002959AC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orgánu/členů statut. </w:t>
                </w:r>
                <w:proofErr w:type="gramStart"/>
                <w:r w:rsidR="002959AC">
                  <w:rPr>
                    <w:rFonts w:ascii="Calibri" w:eastAsia="Calibri" w:hAnsi="Calibri" w:cs="Times New Roman"/>
                    <w:bCs/>
                    <w:sz w:val="16"/>
                  </w:rPr>
                  <w:t>orgánu</w:t>
                </w:r>
                <w:proofErr w:type="gramEnd"/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5AEEF0F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1E0873E4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</w:t>
                </w:r>
                <w:r w:rsidR="002959AC"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</w:t>
                </w:r>
                <w:r w:rsidR="002959AC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orgánu/členů statut. </w:t>
                </w:r>
                <w:proofErr w:type="gramStart"/>
                <w:r w:rsidR="002959AC">
                  <w:rPr>
                    <w:rFonts w:ascii="Calibri" w:eastAsia="Calibri" w:hAnsi="Calibri" w:cs="Times New Roman"/>
                    <w:bCs/>
                    <w:sz w:val="16"/>
                  </w:rPr>
                  <w:t>orgánu</w:t>
                </w:r>
                <w:proofErr w:type="gramEnd"/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2959AC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 xml:space="preserve"> </w:t>
      </w:r>
      <w:r w:rsidR="009C7FAD">
        <w:t>Identifikační údaje</w:t>
      </w:r>
      <w:bookmarkEnd w:id="0"/>
      <w:bookmarkEnd w:id="1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628222EB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873C7">
        <w:rPr>
          <w:b w:val="0"/>
          <w:sz w:val="20"/>
        </w:rPr>
        <w:t>viz kap. 8.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313A4A79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>Národní výzva</w:t>
      </w:r>
      <w:r w:rsidR="00B70DCC">
        <w:t xml:space="preserve"> - </w:t>
      </w:r>
      <w:r w:rsidR="004E232E">
        <w:t>třetí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0CEAC4E2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7C0202">
      <w:pPr>
        <w:jc w:val="both"/>
      </w:pPr>
      <w:r>
        <w:t>…</w:t>
      </w:r>
    </w:p>
    <w:p w14:paraId="1575CF08" w14:textId="1C628D7A" w:rsidR="00E06A66" w:rsidRDefault="003713E4" w:rsidP="00C32E5F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7B9E6180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proofErr w:type="spellStart"/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proofErr w:type="spellEnd"/>
      <w:r w:rsidR="00D17B53">
        <w:rPr>
          <w:b w:val="0"/>
          <w:sz w:val="20"/>
        </w:rPr>
        <w:t>, nebo obdobně u klastru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79"/>
        <w:gridCol w:w="2086"/>
        <w:gridCol w:w="2130"/>
        <w:gridCol w:w="2047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20C294C8" w:rsidR="0032493C" w:rsidRDefault="00CE3DBE" w:rsidP="00CE3DBE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V </w:t>
            </w:r>
            <w:r w:rsidR="00D17B53">
              <w:rPr>
                <w:b/>
                <w:color w:val="auto"/>
              </w:rPr>
              <w:t>milionech Eur</w:t>
            </w:r>
          </w:p>
        </w:tc>
        <w:tc>
          <w:tcPr>
            <w:tcW w:w="2266" w:type="dxa"/>
          </w:tcPr>
          <w:p w14:paraId="08BC20EB" w14:textId="3FF2FDBF" w:rsidR="0032493C" w:rsidRDefault="00D17B53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77777777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3C96CCE1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620907A5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CAB6ACB" w14:textId="77777777" w:rsidR="009A3CB9" w:rsidRPr="009A3CB9" w:rsidRDefault="009A3CB9" w:rsidP="009A3CB9">
      <w:pPr>
        <w:ind w:left="720"/>
        <w:contextualSpacing/>
        <w:jc w:val="both"/>
        <w:rPr>
          <w:b/>
          <w:color w:val="auto"/>
        </w:rPr>
      </w:pP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0C1D5D5D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2.1“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7F0B7136" w:rsidR="005761CF" w:rsidRPr="005761CF" w:rsidRDefault="009A3CB9" w:rsidP="005761C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5761CF">
        <w:rPr>
          <w:b/>
          <w:color w:val="auto"/>
        </w:rPr>
        <w:t xml:space="preserve">Formy výsledku podle struktury databáze RIV v etapě řešení E002 </w:t>
      </w:r>
      <w:r w:rsidRPr="005761CF">
        <w:rPr>
          <w:i/>
          <w:color w:val="auto"/>
        </w:rPr>
        <w:t xml:space="preserve">(identifikace výsledků s přihlédnutím ke kritériím splnění cílů programu </w:t>
      </w:r>
      <w:r w:rsidR="005761CF" w:rsidRPr="005761CF">
        <w:rPr>
          <w:i/>
          <w:color w:val="auto"/>
        </w:rPr>
        <w:t xml:space="preserve">„Příručka I-E_INTER-EUREKA uchazeče </w:t>
      </w:r>
      <w:proofErr w:type="gramStart"/>
      <w:r w:rsidR="005761CF" w:rsidRPr="005761CF">
        <w:rPr>
          <w:i/>
          <w:color w:val="auto"/>
        </w:rPr>
        <w:t>kap.2.1</w:t>
      </w:r>
      <w:proofErr w:type="gramEnd"/>
      <w:r w:rsidR="005761CF" w:rsidRPr="005761CF">
        <w:rPr>
          <w:i/>
          <w:color w:val="auto"/>
        </w:rPr>
        <w:t>“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1349ADD1" w:rsidR="005761CF" w:rsidRPr="009A3CB9" w:rsidRDefault="009A3CB9" w:rsidP="005761C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 xml:space="preserve">„Příručka I-E_INTER-EUREKA uchazeče </w:t>
      </w:r>
      <w:proofErr w:type="gramStart"/>
      <w:r w:rsidR="005761CF">
        <w:rPr>
          <w:i/>
          <w:color w:val="auto"/>
        </w:rPr>
        <w:t>kap.2.1</w:t>
      </w:r>
      <w:proofErr w:type="gramEnd"/>
      <w:r w:rsidR="005761CF">
        <w:rPr>
          <w:i/>
          <w:color w:val="auto"/>
        </w:rPr>
        <w:t>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lastRenderedPageBreak/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68782F49" w:rsidR="001B0881" w:rsidRDefault="00E3665E" w:rsidP="00C32E5F">
      <w:pPr>
        <w:pStyle w:val="Nadpis11"/>
        <w:numPr>
          <w:ilvl w:val="0"/>
          <w:numId w:val="3"/>
        </w:numPr>
        <w:jc w:val="both"/>
      </w:pPr>
      <w:r>
        <w:lastRenderedPageBreak/>
        <w:t xml:space="preserve"> </w:t>
      </w:r>
      <w:r w:rsidR="009A3CB9"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C32E5F">
      <w:pPr>
        <w:pStyle w:val="Nadpis21"/>
        <w:numPr>
          <w:ilvl w:val="1"/>
          <w:numId w:val="3"/>
        </w:numPr>
      </w:pPr>
      <w:r>
        <w:t>Metodický postup a použité metody</w:t>
      </w:r>
    </w:p>
    <w:p w14:paraId="32AE6400" w14:textId="22A3851C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12D40E3A" w:rsidR="004773EB" w:rsidRDefault="007F6495" w:rsidP="00C32E5F">
      <w:pPr>
        <w:pStyle w:val="Nadpis11"/>
        <w:numPr>
          <w:ilvl w:val="0"/>
          <w:numId w:val="3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9"/>
        <w:gridCol w:w="3132"/>
        <w:gridCol w:w="1819"/>
        <w:gridCol w:w="1293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lastRenderedPageBreak/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748352A9" w:rsidR="00010E44" w:rsidRPr="00D93A98" w:rsidRDefault="00D93A98" w:rsidP="00D93A98">
      <w:pPr>
        <w:pStyle w:val="Nadpis21"/>
        <w:ind w:left="405"/>
        <w:jc w:val="both"/>
        <w:rPr>
          <w:b w:val="0"/>
          <w:sz w:val="32"/>
          <w:szCs w:val="32"/>
        </w:rPr>
      </w:pPr>
      <w:r w:rsidRPr="00D93A98">
        <w:rPr>
          <w:sz w:val="32"/>
          <w:szCs w:val="32"/>
        </w:rPr>
        <w:t>6</w:t>
      </w:r>
      <w:r>
        <w:rPr>
          <w:sz w:val="32"/>
          <w:szCs w:val="32"/>
        </w:rPr>
        <w:t>.</w:t>
      </w:r>
      <w:r w:rsidRPr="00D93A98">
        <w:rPr>
          <w:sz w:val="32"/>
          <w:szCs w:val="32"/>
        </w:rPr>
        <w:t xml:space="preserve"> </w:t>
      </w:r>
      <w:r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>název příjemce podpory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30"/>
        <w:gridCol w:w="2838"/>
        <w:gridCol w:w="2795"/>
        <w:gridCol w:w="2578"/>
        <w:gridCol w:w="2587"/>
        <w:gridCol w:w="3247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4E232E" w14:paraId="1C386104" w14:textId="77777777" w:rsidTr="00010E44">
        <w:trPr>
          <w:gridAfter w:val="1"/>
          <w:wAfter w:w="1049" w:type="pct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4E232E" w:rsidRPr="00D10EBB" w:rsidRDefault="004E232E" w:rsidP="00010E44">
            <w:pPr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ADDB1A0" w14:textId="6B440B40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  <w:r w:rsidR="00701D34">
              <w:rPr>
                <w:b/>
                <w:sz w:val="16"/>
                <w:szCs w:val="16"/>
              </w:rPr>
              <w:t xml:space="preserve"> (tis. Kč)</w:t>
            </w:r>
          </w:p>
        </w:tc>
        <w:tc>
          <w:tcPr>
            <w:tcW w:w="903" w:type="pct"/>
            <w:vAlign w:val="center"/>
          </w:tcPr>
          <w:p w14:paraId="75F40C95" w14:textId="30208860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  <w:r w:rsidR="00701D34">
              <w:rPr>
                <w:b/>
                <w:sz w:val="16"/>
                <w:szCs w:val="16"/>
              </w:rPr>
              <w:t xml:space="preserve"> </w:t>
            </w:r>
            <w:r w:rsidR="00701D34">
              <w:rPr>
                <w:b/>
                <w:sz w:val="16"/>
                <w:szCs w:val="16"/>
              </w:rPr>
              <w:t>(tis. Kč)</w:t>
            </w:r>
          </w:p>
        </w:tc>
        <w:tc>
          <w:tcPr>
            <w:tcW w:w="833" w:type="pct"/>
            <w:vAlign w:val="center"/>
          </w:tcPr>
          <w:p w14:paraId="2E939895" w14:textId="4332E5CF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  <w:r w:rsidR="00701D34">
              <w:rPr>
                <w:b/>
                <w:sz w:val="16"/>
                <w:szCs w:val="16"/>
              </w:rPr>
              <w:t xml:space="preserve"> </w:t>
            </w:r>
            <w:r w:rsidR="00701D34">
              <w:rPr>
                <w:b/>
                <w:sz w:val="16"/>
                <w:szCs w:val="16"/>
              </w:rPr>
              <w:t>(tis. Kč)</w:t>
            </w:r>
          </w:p>
        </w:tc>
        <w:tc>
          <w:tcPr>
            <w:tcW w:w="836" w:type="pct"/>
            <w:vAlign w:val="center"/>
          </w:tcPr>
          <w:p w14:paraId="6F5147B2" w14:textId="2FF68C19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  <w:r w:rsidR="00701D34">
              <w:rPr>
                <w:b/>
                <w:sz w:val="16"/>
                <w:szCs w:val="16"/>
              </w:rPr>
              <w:t xml:space="preserve"> </w:t>
            </w:r>
            <w:r w:rsidR="00701D34">
              <w:rPr>
                <w:b/>
                <w:sz w:val="16"/>
                <w:szCs w:val="16"/>
              </w:rPr>
              <w:t>(tis. Kč)</w:t>
            </w:r>
          </w:p>
        </w:tc>
      </w:tr>
      <w:tr w:rsidR="004E232E" w14:paraId="1D0BFF62" w14:textId="77777777" w:rsidTr="00010E44">
        <w:trPr>
          <w:gridAfter w:val="1"/>
          <w:wAfter w:w="1049" w:type="pct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4E232E" w:rsidRPr="00D10EBB" w:rsidRDefault="004E232E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7" w:type="pct"/>
            <w:vAlign w:val="center"/>
          </w:tcPr>
          <w:p w14:paraId="238848E0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66F136C2" w14:textId="77777777" w:rsidTr="00010E44">
        <w:trPr>
          <w:gridAfter w:val="1"/>
          <w:wAfter w:w="1049" w:type="pct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4E232E" w:rsidRPr="00D10EBB" w:rsidRDefault="004E232E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7" w:type="pct"/>
            <w:vAlign w:val="center"/>
          </w:tcPr>
          <w:p w14:paraId="7AEEBD0A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256E21BA" w14:textId="77777777" w:rsidTr="00010E44">
        <w:trPr>
          <w:gridAfter w:val="1"/>
          <w:wAfter w:w="1049" w:type="pct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4E232E" w:rsidRPr="00D10EBB" w:rsidRDefault="004E232E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7" w:type="pct"/>
            <w:vAlign w:val="center"/>
          </w:tcPr>
          <w:p w14:paraId="1506381E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1D46F713" w14:textId="77777777" w:rsidTr="00010E44">
        <w:trPr>
          <w:gridAfter w:val="1"/>
          <w:wAfter w:w="1049" w:type="pct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4E232E" w:rsidRPr="00D10EBB" w:rsidRDefault="004E232E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7" w:type="pct"/>
            <w:vAlign w:val="center"/>
          </w:tcPr>
          <w:p w14:paraId="3BF1ED4E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B2992C4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4F04358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0544E26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42042B18" w14:textId="77777777" w:rsidTr="00010E44">
        <w:trPr>
          <w:gridAfter w:val="1"/>
          <w:wAfter w:w="1049" w:type="pct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4E232E" w:rsidRPr="00D10EBB" w:rsidRDefault="004E232E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7" w:type="pct"/>
            <w:vAlign w:val="center"/>
          </w:tcPr>
          <w:p w14:paraId="2F1925D1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291590E2" w14:textId="77777777" w:rsidTr="00010E44">
        <w:trPr>
          <w:gridAfter w:val="1"/>
          <w:wAfter w:w="1049" w:type="pct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4E232E" w:rsidRPr="00D10EBB" w:rsidRDefault="004E232E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7" w:type="pct"/>
            <w:vAlign w:val="center"/>
          </w:tcPr>
          <w:p w14:paraId="62A61550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57258F55" w14:textId="77777777" w:rsidTr="00010E44">
        <w:trPr>
          <w:gridAfter w:val="1"/>
          <w:wAfter w:w="1049" w:type="pct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4E232E" w:rsidRPr="00D10EBB" w:rsidRDefault="004E232E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4D1DF74C" w14:textId="77777777" w:rsidTr="00010E44">
        <w:trPr>
          <w:gridAfter w:val="1"/>
          <w:wAfter w:w="1049" w:type="pct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4E232E" w:rsidRPr="00D10EBB" w:rsidRDefault="004E232E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481E50EE" w14:textId="77777777" w:rsidTr="00010E44">
        <w:trPr>
          <w:gridAfter w:val="1"/>
          <w:wAfter w:w="1049" w:type="pct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4E232E" w:rsidRPr="00D10EBB" w:rsidRDefault="004E232E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2725BB9E" w14:textId="77777777" w:rsidTr="00010E44">
        <w:trPr>
          <w:gridAfter w:val="1"/>
          <w:wAfter w:w="1049" w:type="pct"/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4E232E" w:rsidRPr="00D10EBB" w:rsidRDefault="004E232E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7" w:type="pct"/>
            <w:vAlign w:val="center"/>
          </w:tcPr>
          <w:p w14:paraId="611A8E1F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0BE54E85" w:rsidR="00010E44" w:rsidRPr="00310ABC" w:rsidRDefault="00010E44" w:rsidP="00010E44">
      <w:pPr>
        <w:rPr>
          <w:sz w:val="12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</w:t>
      </w:r>
      <w:r w:rsidRPr="00310ABC">
        <w:rPr>
          <w:sz w:val="12"/>
        </w:rPr>
        <w:t xml:space="preserve">. </w:t>
      </w:r>
      <w:r w:rsidRPr="00310ABC">
        <w:rPr>
          <w:b/>
          <w:color w:val="FF0000"/>
          <w:sz w:val="12"/>
        </w:rPr>
        <w:t>Pozor! Nu</w:t>
      </w:r>
      <w:r w:rsidR="00310ABC" w:rsidRPr="00310ABC">
        <w:rPr>
          <w:b/>
          <w:color w:val="FF0000"/>
          <w:sz w:val="12"/>
        </w:rPr>
        <w:t xml:space="preserve">tná shoda s údaji ve formuláři Příloha II ke smlouvě finanční tabulka </w:t>
      </w:r>
      <w:r w:rsidRPr="00310ABC">
        <w:rPr>
          <w:b/>
          <w:color w:val="FF0000"/>
          <w:sz w:val="12"/>
        </w:rPr>
        <w:t>(bude posuzováno v rámci formální správnosti návrhu projektu</w:t>
      </w:r>
      <w:r w:rsidR="00412F26" w:rsidRPr="00310ABC">
        <w:rPr>
          <w:b/>
          <w:color w:val="FF0000"/>
          <w:sz w:val="12"/>
        </w:rPr>
        <w:t>)</w:t>
      </w:r>
    </w:p>
    <w:p w14:paraId="7CE098B0" w14:textId="77777777" w:rsidR="00010E44" w:rsidRPr="00310ABC" w:rsidRDefault="00010E44" w:rsidP="00010E44">
      <w:pPr>
        <w:rPr>
          <w:sz w:val="12"/>
        </w:rPr>
        <w:sectPr w:rsidR="00010E44" w:rsidRPr="00310ABC" w:rsidSect="00010E44">
          <w:headerReference w:type="default" r:id="rId14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1971FD2F" w:rsidR="00010E44" w:rsidRPr="00310ABC" w:rsidRDefault="00010E44" w:rsidP="00010E44">
      <w:pPr>
        <w:rPr>
          <w:sz w:val="12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</w:t>
      </w:r>
      <w:r w:rsidR="00F46417" w:rsidRPr="00F46417">
        <w:rPr>
          <w:b/>
          <w:color w:val="FF0000"/>
          <w:sz w:val="14"/>
        </w:rPr>
        <w:t xml:space="preserve"> </w:t>
      </w:r>
      <w:r w:rsidR="00310ABC" w:rsidRPr="00310ABC">
        <w:rPr>
          <w:b/>
          <w:color w:val="FF0000"/>
          <w:sz w:val="12"/>
        </w:rPr>
        <w:t xml:space="preserve">Pozor! Nutná shoda s údaji ve formuláři Příloha II ke smlouvě finanční tabulka </w:t>
      </w:r>
      <w:r w:rsidR="00F46417" w:rsidRPr="00310ABC">
        <w:rPr>
          <w:b/>
          <w:color w:val="FF0000"/>
          <w:sz w:val="12"/>
        </w:rPr>
        <w:t>(bude posuzováno v rámci formální správnosti návrhu projektu)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6"/>
        <w:gridCol w:w="2830"/>
        <w:gridCol w:w="2787"/>
        <w:gridCol w:w="2571"/>
        <w:gridCol w:w="2580"/>
        <w:gridCol w:w="3238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4E232E" w14:paraId="6308CB57" w14:textId="77777777" w:rsidTr="00010E44">
        <w:trPr>
          <w:gridAfter w:val="1"/>
          <w:wAfter w:w="1049" w:type="pct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4E232E" w:rsidRPr="00D10EBB" w:rsidRDefault="004E232E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30C120C" w14:textId="0519BD0E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  <w:r w:rsidR="00701D34">
              <w:rPr>
                <w:b/>
                <w:sz w:val="16"/>
                <w:szCs w:val="16"/>
              </w:rPr>
              <w:t xml:space="preserve"> </w:t>
            </w:r>
            <w:r w:rsidR="00701D34">
              <w:rPr>
                <w:b/>
                <w:sz w:val="16"/>
                <w:szCs w:val="16"/>
              </w:rPr>
              <w:t>(tis. Kč)</w:t>
            </w:r>
          </w:p>
        </w:tc>
        <w:tc>
          <w:tcPr>
            <w:tcW w:w="903" w:type="pct"/>
            <w:vAlign w:val="center"/>
          </w:tcPr>
          <w:p w14:paraId="711D2CD3" w14:textId="241C02EC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  <w:r w:rsidR="00701D34">
              <w:rPr>
                <w:b/>
                <w:sz w:val="16"/>
                <w:szCs w:val="16"/>
              </w:rPr>
              <w:t xml:space="preserve"> </w:t>
            </w:r>
            <w:r w:rsidR="00701D34">
              <w:rPr>
                <w:b/>
                <w:sz w:val="16"/>
                <w:szCs w:val="16"/>
              </w:rPr>
              <w:t>(tis. Kč)</w:t>
            </w:r>
          </w:p>
        </w:tc>
        <w:tc>
          <w:tcPr>
            <w:tcW w:w="833" w:type="pct"/>
            <w:vAlign w:val="center"/>
          </w:tcPr>
          <w:p w14:paraId="074D8C06" w14:textId="24A25B9E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  <w:r w:rsidR="00701D34">
              <w:rPr>
                <w:b/>
                <w:sz w:val="16"/>
                <w:szCs w:val="16"/>
              </w:rPr>
              <w:t xml:space="preserve"> </w:t>
            </w:r>
            <w:r w:rsidR="00701D34">
              <w:rPr>
                <w:b/>
                <w:sz w:val="16"/>
                <w:szCs w:val="16"/>
              </w:rPr>
              <w:t>(tis. Kč)</w:t>
            </w:r>
          </w:p>
        </w:tc>
        <w:tc>
          <w:tcPr>
            <w:tcW w:w="836" w:type="pct"/>
            <w:vAlign w:val="center"/>
          </w:tcPr>
          <w:p w14:paraId="45016EE9" w14:textId="65F41786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  <w:r w:rsidR="00701D34">
              <w:rPr>
                <w:b/>
                <w:sz w:val="16"/>
                <w:szCs w:val="16"/>
              </w:rPr>
              <w:t xml:space="preserve"> </w:t>
            </w:r>
            <w:r w:rsidR="00701D34">
              <w:rPr>
                <w:b/>
                <w:sz w:val="16"/>
                <w:szCs w:val="16"/>
              </w:rPr>
              <w:t>(tis. Kč)</w:t>
            </w:r>
          </w:p>
        </w:tc>
      </w:tr>
      <w:tr w:rsidR="004E232E" w14:paraId="3FB8453B" w14:textId="77777777" w:rsidTr="00010E44">
        <w:trPr>
          <w:gridAfter w:val="1"/>
          <w:wAfter w:w="1049" w:type="pct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4E232E" w:rsidRPr="00D10EBB" w:rsidRDefault="004E232E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7" w:type="pct"/>
            <w:vAlign w:val="center"/>
          </w:tcPr>
          <w:p w14:paraId="01503DA6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7D70C068" w14:textId="77777777" w:rsidTr="00010E44">
        <w:trPr>
          <w:gridAfter w:val="1"/>
          <w:wAfter w:w="1049" w:type="pct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4E232E" w:rsidRPr="00D10EBB" w:rsidRDefault="004E232E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7" w:type="pct"/>
            <w:vAlign w:val="center"/>
          </w:tcPr>
          <w:p w14:paraId="195F1C46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1B7D4B7D" w14:textId="77777777" w:rsidTr="00010E44">
        <w:trPr>
          <w:gridAfter w:val="1"/>
          <w:wAfter w:w="1049" w:type="pct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4E232E" w:rsidRPr="00D10EBB" w:rsidRDefault="004E232E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7" w:type="pct"/>
            <w:vAlign w:val="center"/>
          </w:tcPr>
          <w:p w14:paraId="70107644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2B3AA88C" w14:textId="77777777" w:rsidTr="00010E44">
        <w:trPr>
          <w:gridAfter w:val="1"/>
          <w:wAfter w:w="1049" w:type="pct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4E232E" w:rsidRPr="00D10EBB" w:rsidRDefault="004E232E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7" w:type="pct"/>
            <w:vAlign w:val="center"/>
          </w:tcPr>
          <w:p w14:paraId="6C65F57D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E87BECA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8AF00F5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CC48BF9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51A82D4D" w14:textId="77777777" w:rsidTr="00010E44">
        <w:trPr>
          <w:gridAfter w:val="1"/>
          <w:wAfter w:w="1049" w:type="pct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4E232E" w:rsidRPr="00D10EBB" w:rsidRDefault="004E232E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7" w:type="pct"/>
            <w:vAlign w:val="center"/>
          </w:tcPr>
          <w:p w14:paraId="7B3EC80E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4F9DCD16" w14:textId="77777777" w:rsidTr="00010E44">
        <w:trPr>
          <w:gridAfter w:val="1"/>
          <w:wAfter w:w="1049" w:type="pct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4E232E" w:rsidRPr="00D10EBB" w:rsidRDefault="004E232E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7" w:type="pct"/>
            <w:vAlign w:val="center"/>
          </w:tcPr>
          <w:p w14:paraId="47FFF120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5B9A148F" w14:textId="77777777" w:rsidTr="00010E44">
        <w:trPr>
          <w:gridAfter w:val="1"/>
          <w:wAfter w:w="1049" w:type="pct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4E232E" w:rsidRPr="00D10EBB" w:rsidRDefault="004E232E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2308D9AF" w14:textId="77777777" w:rsidTr="00010E44">
        <w:trPr>
          <w:gridAfter w:val="1"/>
          <w:wAfter w:w="1049" w:type="pct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4E232E" w:rsidRPr="00D10EBB" w:rsidRDefault="004E232E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7E1DF004" w14:textId="77777777" w:rsidTr="00010E44">
        <w:trPr>
          <w:gridAfter w:val="1"/>
          <w:wAfter w:w="1049" w:type="pct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4E232E" w:rsidRPr="00D10EBB" w:rsidRDefault="004E232E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14:paraId="168C7B53" w14:textId="77777777" w:rsidTr="00010E44">
        <w:trPr>
          <w:gridAfter w:val="1"/>
          <w:wAfter w:w="1049" w:type="pct"/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4E232E" w:rsidRPr="00D10EBB" w:rsidRDefault="004E232E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7" w:type="pct"/>
            <w:vAlign w:val="center"/>
          </w:tcPr>
          <w:p w14:paraId="42307A87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4E232E" w:rsidRPr="00D10EBB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412F26">
        <w:rPr>
          <w:color w:val="auto"/>
          <w:sz w:val="20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1"/>
        <w:gridCol w:w="2842"/>
        <w:gridCol w:w="2798"/>
        <w:gridCol w:w="2581"/>
        <w:gridCol w:w="2591"/>
        <w:gridCol w:w="3251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4E232E" w:rsidRPr="00010E44" w14:paraId="71B1E878" w14:textId="77777777" w:rsidTr="00010E44">
        <w:trPr>
          <w:gridAfter w:val="1"/>
          <w:wAfter w:w="1049" w:type="pct"/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4E232E" w:rsidRPr="00010E44" w:rsidRDefault="004E232E" w:rsidP="00010E44">
            <w:pPr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47B55AD4" w:rsidR="004E232E" w:rsidRPr="00010E44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2018</w:t>
            </w:r>
            <w:r w:rsidR="00701D34">
              <w:rPr>
                <w:b/>
                <w:sz w:val="16"/>
                <w:szCs w:val="16"/>
              </w:rPr>
              <w:t xml:space="preserve"> </w:t>
            </w:r>
            <w:r w:rsidR="00701D34">
              <w:rPr>
                <w:b/>
                <w:sz w:val="16"/>
                <w:szCs w:val="16"/>
              </w:rPr>
              <w:t>(tis. Kč)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707EB54C" w:rsidR="004E232E" w:rsidRPr="00010E44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2019</w:t>
            </w:r>
            <w:r w:rsidR="00701D34">
              <w:rPr>
                <w:b/>
                <w:sz w:val="16"/>
                <w:szCs w:val="16"/>
              </w:rPr>
              <w:t xml:space="preserve"> </w:t>
            </w:r>
            <w:r w:rsidR="00701D34">
              <w:rPr>
                <w:b/>
                <w:sz w:val="16"/>
                <w:szCs w:val="16"/>
              </w:rPr>
              <w:t>(tis. Kč)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7A27E4B4" w:rsidR="004E232E" w:rsidRPr="00010E44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2020</w:t>
            </w:r>
            <w:r w:rsidR="00701D34">
              <w:rPr>
                <w:b/>
                <w:sz w:val="16"/>
                <w:szCs w:val="16"/>
              </w:rPr>
              <w:t xml:space="preserve"> </w:t>
            </w:r>
            <w:r w:rsidR="00701D34">
              <w:rPr>
                <w:b/>
                <w:sz w:val="16"/>
                <w:szCs w:val="16"/>
              </w:rPr>
              <w:t>(tis. Kč)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61E5DF23" w:rsidR="004E232E" w:rsidRPr="00010E44" w:rsidRDefault="004E232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2021</w:t>
            </w:r>
            <w:r w:rsidR="00701D34">
              <w:rPr>
                <w:b/>
                <w:sz w:val="16"/>
                <w:szCs w:val="16"/>
              </w:rPr>
              <w:t xml:space="preserve"> </w:t>
            </w:r>
            <w:r w:rsidR="00701D34">
              <w:rPr>
                <w:b/>
                <w:sz w:val="16"/>
                <w:szCs w:val="16"/>
              </w:rPr>
              <w:t>(tis. Kč)</w:t>
            </w:r>
          </w:p>
        </w:tc>
      </w:tr>
      <w:tr w:rsidR="004E232E" w:rsidRPr="00010E44" w14:paraId="7EFB9510" w14:textId="77777777" w:rsidTr="00010E44">
        <w:trPr>
          <w:gridAfter w:val="1"/>
          <w:wAfter w:w="1049" w:type="pct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4E232E" w:rsidRPr="00010E44" w:rsidRDefault="004E232E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7" w:type="pct"/>
            <w:vAlign w:val="center"/>
          </w:tcPr>
          <w:p w14:paraId="329602CA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:rsidRPr="00010E44" w14:paraId="151754CE" w14:textId="77777777" w:rsidTr="00010E44">
        <w:trPr>
          <w:gridAfter w:val="1"/>
          <w:wAfter w:w="1049" w:type="pct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4E232E" w:rsidRPr="00010E44" w:rsidRDefault="004E232E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7" w:type="pct"/>
            <w:vAlign w:val="center"/>
          </w:tcPr>
          <w:p w14:paraId="354FB44D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:rsidRPr="00010E44" w14:paraId="127E2CF2" w14:textId="77777777" w:rsidTr="00010E44">
        <w:trPr>
          <w:gridAfter w:val="1"/>
          <w:wAfter w:w="1049" w:type="pct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4E232E" w:rsidRPr="00010E44" w:rsidRDefault="004E232E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7" w:type="pct"/>
            <w:vAlign w:val="center"/>
          </w:tcPr>
          <w:p w14:paraId="16535040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:rsidRPr="00010E44" w14:paraId="15C3FA7B" w14:textId="77777777" w:rsidTr="00010E44">
        <w:trPr>
          <w:gridAfter w:val="1"/>
          <w:wAfter w:w="1049" w:type="pct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4E232E" w:rsidRPr="00010E44" w:rsidRDefault="004E232E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7" w:type="pct"/>
            <w:vAlign w:val="center"/>
          </w:tcPr>
          <w:p w14:paraId="5F5CD782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7C4843A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9114B10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7795BCF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:rsidRPr="00010E44" w14:paraId="64A1EB76" w14:textId="77777777" w:rsidTr="00010E44">
        <w:trPr>
          <w:gridAfter w:val="1"/>
          <w:wAfter w:w="1049" w:type="pct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4E232E" w:rsidRPr="00010E44" w:rsidRDefault="004E232E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7" w:type="pct"/>
            <w:vAlign w:val="center"/>
          </w:tcPr>
          <w:p w14:paraId="22B2B375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:rsidRPr="00010E44" w14:paraId="2F9BC056" w14:textId="77777777" w:rsidTr="00010E44">
        <w:trPr>
          <w:gridAfter w:val="1"/>
          <w:wAfter w:w="1049" w:type="pct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4E232E" w:rsidRPr="00010E44" w:rsidRDefault="004E232E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7" w:type="pct"/>
            <w:vAlign w:val="center"/>
          </w:tcPr>
          <w:p w14:paraId="08BBF5BE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105AE2F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:rsidRPr="00010E44" w14:paraId="6640D97D" w14:textId="77777777" w:rsidTr="00010E44">
        <w:trPr>
          <w:gridAfter w:val="1"/>
          <w:wAfter w:w="1049" w:type="pct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4E232E" w:rsidRPr="00010E44" w:rsidRDefault="004E232E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:rsidRPr="00010E44" w14:paraId="42924DB3" w14:textId="77777777" w:rsidTr="00010E44">
        <w:trPr>
          <w:gridAfter w:val="1"/>
          <w:wAfter w:w="1049" w:type="pct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4E232E" w:rsidRPr="00010E44" w:rsidRDefault="004E232E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:rsidRPr="00010E44" w14:paraId="3DDF0498" w14:textId="77777777" w:rsidTr="00010E44">
        <w:trPr>
          <w:gridAfter w:val="1"/>
          <w:wAfter w:w="1049" w:type="pct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4E232E" w:rsidRPr="00010E44" w:rsidRDefault="004E232E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E232E" w:rsidRPr="00010E44" w14:paraId="0587D099" w14:textId="77777777" w:rsidTr="00010E44">
        <w:trPr>
          <w:gridAfter w:val="1"/>
          <w:wAfter w:w="1049" w:type="pct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4E232E" w:rsidRPr="00010E44" w:rsidRDefault="004E232E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7" w:type="pct"/>
            <w:vAlign w:val="center"/>
          </w:tcPr>
          <w:p w14:paraId="12B6B12A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4E232E" w:rsidRPr="00010E44" w:rsidRDefault="004E232E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2976A0E1" w:rsidR="00010E44" w:rsidRPr="00310ABC" w:rsidRDefault="00010E44" w:rsidP="00010E44">
      <w:pPr>
        <w:rPr>
          <w:sz w:val="12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</w:t>
      </w:r>
      <w:r w:rsidR="00310ABC" w:rsidRPr="00310ABC">
        <w:rPr>
          <w:b/>
          <w:color w:val="FF0000"/>
          <w:sz w:val="14"/>
        </w:rPr>
        <w:t xml:space="preserve"> </w:t>
      </w:r>
      <w:r w:rsidR="00310ABC" w:rsidRPr="00310ABC">
        <w:rPr>
          <w:b/>
          <w:color w:val="FF0000"/>
          <w:sz w:val="12"/>
        </w:rPr>
        <w:t xml:space="preserve">Pozor! Nutná shoda s údaji ve formuláři Příloha II ke smlouvě finanční tabulka </w:t>
      </w:r>
      <w:r w:rsidRPr="00310ABC">
        <w:rPr>
          <w:b/>
          <w:color w:val="FF0000"/>
          <w:sz w:val="12"/>
        </w:rPr>
        <w:t>(bude posuzováno v rámci formální správnosti návrhu projektu</w:t>
      </w:r>
      <w:r w:rsidR="00412F26" w:rsidRPr="00310ABC">
        <w:rPr>
          <w:b/>
          <w:color w:val="FF0000"/>
          <w:sz w:val="12"/>
        </w:rPr>
        <w:t>)</w:t>
      </w:r>
    </w:p>
    <w:p w14:paraId="43B712C6" w14:textId="77777777" w:rsidR="00010E44" w:rsidRPr="00310ABC" w:rsidRDefault="00010E44" w:rsidP="00010E44">
      <w:pPr>
        <w:rPr>
          <w:sz w:val="18"/>
        </w:rPr>
        <w:sectPr w:rsidR="00010E44" w:rsidRPr="00310ABC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76964199" w:rsidR="00DC1BDC" w:rsidRDefault="005977D7" w:rsidP="00C96951">
      <w:pPr>
        <w:pStyle w:val="Nadpis11"/>
        <w:numPr>
          <w:ilvl w:val="0"/>
          <w:numId w:val="24"/>
        </w:numPr>
      </w:pPr>
      <w:r>
        <w:lastRenderedPageBreak/>
        <w:t xml:space="preserve"> </w:t>
      </w:r>
      <w:r w:rsidR="00DC1BDC">
        <w:t>Doplňující informace</w:t>
      </w:r>
    </w:p>
    <w:p w14:paraId="4F9EB208" w14:textId="3DB4CED8" w:rsidR="00DC1BDC" w:rsidRDefault="00DC1BDC" w:rsidP="002014A8">
      <w:pPr>
        <w:pStyle w:val="Nadpis21"/>
        <w:numPr>
          <w:ilvl w:val="1"/>
          <w:numId w:val="19"/>
        </w:numPr>
        <w:jc w:val="both"/>
      </w:pPr>
      <w:r>
        <w:t>Název projektu anglicky</w:t>
      </w:r>
    </w:p>
    <w:p w14:paraId="1620B241" w14:textId="359E5759" w:rsidR="00DC1BDC" w:rsidRDefault="00DC1BDC" w:rsidP="003C5652">
      <w:pPr>
        <w:spacing w:after="0"/>
        <w:jc w:val="both"/>
      </w:pPr>
      <w:r>
        <w:t>…</w:t>
      </w:r>
    </w:p>
    <w:p w14:paraId="7F6316D1" w14:textId="3E895110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3C5652">
      <w:pPr>
        <w:spacing w:after="0"/>
        <w:jc w:val="both"/>
      </w:pPr>
      <w:r>
        <w:t>…</w:t>
      </w:r>
    </w:p>
    <w:p w14:paraId="2120393E" w14:textId="4E125FD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3C5652">
      <w:pPr>
        <w:spacing w:after="0"/>
        <w:jc w:val="both"/>
      </w:pPr>
      <w:r>
        <w:t>…</w:t>
      </w:r>
    </w:p>
    <w:p w14:paraId="0AFA2356" w14:textId="4D1DBE4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3C5652">
      <w:pPr>
        <w:spacing w:after="0"/>
        <w:jc w:val="both"/>
      </w:pPr>
      <w:r>
        <w:t>…</w:t>
      </w:r>
    </w:p>
    <w:p w14:paraId="287B4BEE" w14:textId="77777777" w:rsidR="00DC1BDC" w:rsidRPr="00BC3FFA" w:rsidRDefault="00DC1BDC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>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82986"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782986">
              <w:t>CEP</w:t>
            </w:r>
            <w:proofErr w:type="gramEnd"/>
            <w:r w:rsidRPr="00782986">
              <w:t xml:space="preserve"> jsou uprav</w:t>
            </w:r>
            <w:r>
              <w:t>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2014A8">
      <w:pPr>
        <w:pStyle w:val="Nadpis21"/>
        <w:numPr>
          <w:ilvl w:val="1"/>
          <w:numId w:val="19"/>
        </w:numPr>
        <w:ind w:left="709" w:hanging="709"/>
        <w:rPr>
          <w:b w:val="0"/>
          <w:sz w:val="20"/>
        </w:rPr>
      </w:pPr>
      <w:r>
        <w:lastRenderedPageBreak/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6F0B865E" w:rsidR="00FC1F2D" w:rsidRDefault="00A30950" w:rsidP="002014A8">
      <w:pPr>
        <w:pStyle w:val="Nadpis21"/>
        <w:numPr>
          <w:ilvl w:val="1"/>
          <w:numId w:val="19"/>
        </w:numPr>
        <w:rPr>
          <w:color w:val="FF0000"/>
          <w:sz w:val="24"/>
          <w:szCs w:val="24"/>
        </w:rPr>
      </w:pPr>
      <w:r w:rsidRPr="00F424EC">
        <w:t>NACE kód</w:t>
      </w:r>
      <w:r w:rsidR="00F424EC">
        <w:t xml:space="preserve"> </w:t>
      </w:r>
      <w:r w:rsidR="00F424EC" w:rsidRPr="00F424EC">
        <w:rPr>
          <w:b w:val="0"/>
          <w:sz w:val="24"/>
          <w:szCs w:val="24"/>
        </w:rPr>
        <w:t>(</w:t>
      </w:r>
      <w:r w:rsidR="007F6495">
        <w:rPr>
          <w:b w:val="0"/>
          <w:sz w:val="24"/>
          <w:szCs w:val="24"/>
        </w:rPr>
        <w:t xml:space="preserve">pro </w:t>
      </w:r>
      <w:r w:rsidR="00F424EC" w:rsidRPr="00F424EC">
        <w:rPr>
          <w:b w:val="0"/>
          <w:sz w:val="24"/>
          <w:szCs w:val="24"/>
        </w:rPr>
        <w:t>oblast řešení projektu)</w:t>
      </w:r>
      <w:r w:rsidR="00E258E9" w:rsidRPr="00F424EC">
        <w:rPr>
          <w:color w:val="FF0000"/>
          <w:sz w:val="24"/>
          <w:szCs w:val="24"/>
        </w:rPr>
        <w:t xml:space="preserve"> </w:t>
      </w:r>
    </w:p>
    <w:p w14:paraId="4795E1BD" w14:textId="77777777" w:rsidR="003C5652" w:rsidRPr="003C5652" w:rsidRDefault="003C5652" w:rsidP="003C5652">
      <w:pPr>
        <w:spacing w:after="0"/>
      </w:pPr>
    </w:p>
    <w:p w14:paraId="469AFA53" w14:textId="11C3FB94" w:rsidR="003C5652" w:rsidRP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05D1FA2E" w14:textId="07EAA7B9" w:rsidR="00675B0F" w:rsidRDefault="0015038A" w:rsidP="003C5652">
      <w:pPr>
        <w:pStyle w:val="Odstavecseseznamem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129</w:t>
      </w:r>
      <w:r w:rsidR="003C5652" w:rsidRPr="003C5652">
        <w:rPr>
          <w:color w:val="auto"/>
          <w:sz w:val="24"/>
          <w:szCs w:val="24"/>
        </w:rPr>
        <w:t>0/2013 - max. ¼ A4)</w:t>
      </w:r>
    </w:p>
    <w:p w14:paraId="5C01FBDB" w14:textId="77777777" w:rsid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1EF61C73" w14:textId="55E794FC" w:rsid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77777777" w:rsidR="003C5652" w:rsidRP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77320B47" w14:textId="699D534C" w:rsidR="003C5652" w:rsidRPr="00D63C6B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proofErr w:type="spellStart"/>
            <w:r>
              <w:rPr>
                <w:rFonts w:ascii="Arial" w:hAnsi="Arial"/>
                <w:color w:val="000000"/>
              </w:rPr>
              <w:t>ce</w:t>
            </w:r>
            <w:proofErr w:type="spellEnd"/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77777777" w:rsidR="00BC3FFA" w:rsidRPr="00BC3FFA" w:rsidRDefault="00BC3FFA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8.   Seznam příloh</w:t>
      </w:r>
    </w:p>
    <w:p w14:paraId="6783236B" w14:textId="581779B4" w:rsidR="00310ABC" w:rsidRPr="000873C7" w:rsidRDefault="00310ABC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4"/>
        </w:rPr>
      </w:pPr>
      <w:r w:rsidRPr="000873C7">
        <w:rPr>
          <w:rFonts w:asciiTheme="majorHAnsi" w:eastAsiaTheme="majorEastAsia" w:hAnsiTheme="majorHAnsi" w:cstheme="majorBidi"/>
          <w:b/>
          <w:bCs/>
          <w:color w:val="000000" w:themeColor="text1"/>
          <w:sz w:val="24"/>
        </w:rPr>
        <w:t xml:space="preserve">Seznam </w:t>
      </w:r>
      <w:r w:rsidR="000873C7">
        <w:rPr>
          <w:rFonts w:asciiTheme="majorHAnsi" w:eastAsiaTheme="majorEastAsia" w:hAnsiTheme="majorHAnsi" w:cstheme="majorBidi"/>
          <w:b/>
          <w:bCs/>
          <w:color w:val="000000" w:themeColor="text1"/>
          <w:sz w:val="24"/>
        </w:rPr>
        <w:t xml:space="preserve">povinných </w:t>
      </w:r>
      <w:r w:rsidRPr="000873C7">
        <w:rPr>
          <w:rFonts w:asciiTheme="majorHAnsi" w:eastAsiaTheme="majorEastAsia" w:hAnsiTheme="majorHAnsi" w:cstheme="majorBidi"/>
          <w:b/>
          <w:bCs/>
          <w:color w:val="000000" w:themeColor="text1"/>
          <w:sz w:val="24"/>
        </w:rPr>
        <w:t xml:space="preserve">příloh a jejich požadovaný </w:t>
      </w:r>
      <w:r w:rsidR="00701D34" w:rsidRPr="000873C7">
        <w:rPr>
          <w:rFonts w:asciiTheme="majorHAnsi" w:eastAsiaTheme="majorEastAsia" w:hAnsiTheme="majorHAnsi" w:cstheme="majorBidi"/>
          <w:b/>
          <w:bCs/>
          <w:color w:val="000000" w:themeColor="text1"/>
          <w:sz w:val="24"/>
        </w:rPr>
        <w:t>formát je</w:t>
      </w:r>
      <w:r w:rsidRPr="000873C7">
        <w:rPr>
          <w:rFonts w:asciiTheme="majorHAnsi" w:eastAsiaTheme="majorEastAsia" w:hAnsiTheme="majorHAnsi" w:cstheme="majorBidi"/>
          <w:b/>
          <w:bCs/>
          <w:color w:val="000000" w:themeColor="text1"/>
          <w:sz w:val="24"/>
        </w:rPr>
        <w:t xml:space="preserve"> specifikován v Příručce pro </w:t>
      </w:r>
      <w:r w:rsidR="00701D34" w:rsidRPr="000873C7">
        <w:rPr>
          <w:rFonts w:asciiTheme="majorHAnsi" w:eastAsiaTheme="majorEastAsia" w:hAnsiTheme="majorHAnsi" w:cstheme="majorBidi"/>
          <w:b/>
          <w:bCs/>
          <w:color w:val="000000" w:themeColor="text1"/>
          <w:sz w:val="24"/>
        </w:rPr>
        <w:t>uchazeče, v části</w:t>
      </w:r>
      <w:r w:rsidRPr="000873C7">
        <w:rPr>
          <w:rFonts w:asciiTheme="majorHAnsi" w:eastAsiaTheme="majorEastAsia" w:hAnsiTheme="majorHAnsi" w:cstheme="majorBidi"/>
          <w:b/>
          <w:bCs/>
          <w:color w:val="000000" w:themeColor="text1"/>
          <w:sz w:val="24"/>
        </w:rPr>
        <w:t xml:space="preserve"> 4.2. Podmínky pro přijetí návrhu pr</w:t>
      </w:r>
      <w:r w:rsidR="000873C7">
        <w:rPr>
          <w:rFonts w:asciiTheme="majorHAnsi" w:eastAsiaTheme="majorEastAsia" w:hAnsiTheme="majorHAnsi" w:cstheme="majorBidi"/>
          <w:b/>
          <w:bCs/>
          <w:color w:val="000000" w:themeColor="text1"/>
          <w:sz w:val="24"/>
        </w:rPr>
        <w:t>o</w:t>
      </w:r>
      <w:r w:rsidRPr="000873C7">
        <w:rPr>
          <w:rFonts w:asciiTheme="majorHAnsi" w:eastAsiaTheme="majorEastAsia" w:hAnsiTheme="majorHAnsi" w:cstheme="majorBidi"/>
          <w:b/>
          <w:bCs/>
          <w:color w:val="000000" w:themeColor="text1"/>
          <w:sz w:val="24"/>
        </w:rPr>
        <w:t>jektu do výzvy</w:t>
      </w:r>
    </w:p>
    <w:p w14:paraId="0B31C558" w14:textId="63FADB40" w:rsidR="00FC1F2D" w:rsidRPr="000873C7" w:rsidRDefault="000873C7" w:rsidP="000873C7">
      <w:pPr>
        <w:pStyle w:val="Odstavecseseznamem"/>
        <w:jc w:val="both"/>
        <w:rPr>
          <w:color w:val="auto"/>
        </w:rPr>
      </w:pPr>
      <w:r>
        <w:rPr>
          <w:b/>
          <w:color w:val="auto"/>
        </w:rPr>
        <w:t xml:space="preserve">V dokumentu </w:t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(formulá</w:t>
      </w:r>
      <w:r>
        <w:rPr>
          <w:color w:val="auto"/>
        </w:rPr>
        <w:t>ř je součástí dokumentace této 3</w:t>
      </w:r>
      <w:r w:rsidR="00D63C6B" w:rsidRPr="00CB18F6">
        <w:rPr>
          <w:color w:val="auto"/>
        </w:rPr>
        <w:t>. národní výzvy)</w:t>
      </w:r>
      <w:r w:rsidR="00FC1F2D" w:rsidRPr="000873C7">
        <w:rPr>
          <w:color w:val="auto"/>
        </w:rPr>
        <w:t xml:space="preserve">obecně popište Váš projekt. Tato část bude zasílána možným oponentům, aby se vyjádřili, zda jsou schopni a ochotni projekt oponovat. </w:t>
      </w:r>
      <w:r w:rsidR="007F6495" w:rsidRPr="000873C7">
        <w:rPr>
          <w:color w:val="auto"/>
        </w:rPr>
        <w:t>Anotace</w:t>
      </w:r>
      <w:r w:rsidR="00FC1F2D" w:rsidRPr="000873C7">
        <w:rPr>
          <w:color w:val="auto"/>
        </w:rPr>
        <w:t xml:space="preserve"> bude zaslán</w:t>
      </w:r>
      <w:r w:rsidR="007F6495" w:rsidRPr="000873C7">
        <w:rPr>
          <w:color w:val="auto"/>
        </w:rPr>
        <w:t>a</w:t>
      </w:r>
      <w:r w:rsidR="00FC1F2D" w:rsidRPr="000873C7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7F649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7D6C77ED" w14:textId="3CBB0249" w:rsidR="00FC1F2D" w:rsidRPr="00CB18F6" w:rsidRDefault="00622717" w:rsidP="00215A12">
      <w:pPr>
        <w:pStyle w:val="Nadpis21"/>
        <w:numPr>
          <w:ilvl w:val="1"/>
          <w:numId w:val="25"/>
        </w:numPr>
        <w:rPr>
          <w:color w:val="auto"/>
        </w:rPr>
      </w:pPr>
      <w:r w:rsidRPr="00CB18F6">
        <w:rPr>
          <w:color w:val="auto"/>
        </w:rPr>
        <w:t xml:space="preserve">   </w:t>
      </w:r>
      <w:r w:rsidR="000C0F8A" w:rsidRPr="00CB18F6">
        <w:rPr>
          <w:color w:val="auto"/>
        </w:rPr>
        <w:t>Ostatní přílohy</w:t>
      </w:r>
    </w:p>
    <w:p w14:paraId="4541B64F" w14:textId="7073AB7C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  <w:r w:rsidR="00790D08">
        <w:rPr>
          <w:color w:val="auto"/>
        </w:rPr>
        <w:br/>
      </w:r>
      <w:bookmarkStart w:id="2" w:name="_GoBack"/>
      <w:bookmarkEnd w:id="2"/>
    </w:p>
    <w:p w14:paraId="04FBCE3E" w14:textId="6EFA26F3" w:rsidR="000C0F8A" w:rsidRDefault="000C0F8A" w:rsidP="00C96951">
      <w:pPr>
        <w:pStyle w:val="Nadpis11"/>
        <w:numPr>
          <w:ilvl w:val="0"/>
          <w:numId w:val="22"/>
        </w:numPr>
      </w:pPr>
      <w:r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613D8DD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5.2.1 Právní forma subjektu                    </w:t>
      </w:r>
    </w:p>
    <w:p w14:paraId="29974FD2" w14:textId="5096C7C1" w:rsidR="00E0313F" w:rsidRPr="00CB18F6" w:rsidRDefault="00E0313F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http://www.vyzkum.cz/FrontClanek.aspx?idsekce=1376</w:t>
      </w:r>
    </w:p>
    <w:p w14:paraId="6F522A43" w14:textId="0112284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5.3.1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Státní příslušnost                      </w:t>
      </w:r>
    </w:p>
    <w:p w14:paraId="3E2C4B45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http://www.vyzkum.cz/FrontClanek.aspx?idsekce=1371</w:t>
      </w:r>
    </w:p>
    <w:p w14:paraId="44506484" w14:textId="3277A6C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4008F682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47A6E335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0752A" w14:textId="77777777" w:rsidR="002959AC" w:rsidRDefault="002959AC">
      <w:pPr>
        <w:spacing w:after="0" w:line="240" w:lineRule="auto"/>
      </w:pPr>
      <w:r>
        <w:separator/>
      </w:r>
    </w:p>
    <w:p w14:paraId="784BC291" w14:textId="77777777" w:rsidR="002959AC" w:rsidRDefault="002959AC"/>
    <w:p w14:paraId="0D742D9D" w14:textId="77777777" w:rsidR="002959AC" w:rsidRDefault="002959AC"/>
  </w:endnote>
  <w:endnote w:type="continuationSeparator" w:id="0">
    <w:p w14:paraId="4152CEE2" w14:textId="77777777" w:rsidR="002959AC" w:rsidRDefault="002959AC">
      <w:pPr>
        <w:spacing w:after="0" w:line="240" w:lineRule="auto"/>
      </w:pPr>
      <w:r>
        <w:continuationSeparator/>
      </w:r>
    </w:p>
    <w:p w14:paraId="20D77C1C" w14:textId="77777777" w:rsidR="002959AC" w:rsidRDefault="002959AC"/>
    <w:p w14:paraId="05C10702" w14:textId="77777777" w:rsidR="002959AC" w:rsidRDefault="002959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2959AC" w:rsidRDefault="002959AC">
    <w:pPr>
      <w:pStyle w:val="Zpat"/>
      <w:jc w:val="right"/>
    </w:pPr>
  </w:p>
  <w:p w14:paraId="2876E8E4" w14:textId="33B9A514" w:rsidR="002959AC" w:rsidRDefault="002959AC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Content>
      <w:p w14:paraId="651B7336" w14:textId="01F6E68A" w:rsidR="002959AC" w:rsidRDefault="002959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D08">
          <w:rPr>
            <w:noProof/>
          </w:rPr>
          <w:t>21</w:t>
        </w:r>
        <w:r>
          <w:fldChar w:fldCharType="end"/>
        </w:r>
      </w:p>
    </w:sdtContent>
  </w:sdt>
  <w:p w14:paraId="4D643263" w14:textId="77777777" w:rsidR="002959AC" w:rsidRDefault="002959A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Content>
      <w:p w14:paraId="1AB45324" w14:textId="77777777" w:rsidR="002959AC" w:rsidRDefault="002959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D08">
          <w:rPr>
            <w:noProof/>
          </w:rPr>
          <w:t>26</w:t>
        </w:r>
        <w:r>
          <w:fldChar w:fldCharType="end"/>
        </w:r>
      </w:p>
    </w:sdtContent>
  </w:sdt>
  <w:p w14:paraId="12E64BC5" w14:textId="77777777" w:rsidR="002959AC" w:rsidRDefault="002959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E25670" w14:textId="77777777" w:rsidR="002959AC" w:rsidRDefault="002959AC">
      <w:pPr>
        <w:spacing w:after="0" w:line="240" w:lineRule="auto"/>
      </w:pPr>
      <w:r>
        <w:separator/>
      </w:r>
    </w:p>
    <w:p w14:paraId="0E1AD13F" w14:textId="77777777" w:rsidR="002959AC" w:rsidRDefault="002959AC"/>
    <w:p w14:paraId="35DA0719" w14:textId="77777777" w:rsidR="002959AC" w:rsidRDefault="002959AC"/>
  </w:footnote>
  <w:footnote w:type="continuationSeparator" w:id="0">
    <w:p w14:paraId="5E922CDF" w14:textId="77777777" w:rsidR="002959AC" w:rsidRDefault="002959AC">
      <w:pPr>
        <w:spacing w:after="0" w:line="240" w:lineRule="auto"/>
      </w:pPr>
      <w:r>
        <w:continuationSeparator/>
      </w:r>
    </w:p>
    <w:p w14:paraId="28D04EA4" w14:textId="77777777" w:rsidR="002959AC" w:rsidRDefault="002959AC"/>
    <w:p w14:paraId="5A65A512" w14:textId="77777777" w:rsidR="002959AC" w:rsidRDefault="002959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41E09ECC" w:rsidR="002959AC" w:rsidRPr="000568A2" w:rsidRDefault="002959AC" w:rsidP="007879E6">
    <w:pPr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  <w:lang w:val="en-US" w:eastAsia="en-US"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inline distT="0" distB="0" distL="0" distR="0" wp14:anchorId="783E46CE" wp14:editId="082F3ECE">
          <wp:extent cx="1280160" cy="639305"/>
          <wp:effectExtent l="0" t="0" r="0" b="8890"/>
          <wp:docPr id="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77777777" w:rsidR="002959AC" w:rsidRDefault="002959AC" w:rsidP="007879E6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  <w:lang w:val="en-US" w:eastAsia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030EB460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ED03368" id="Přímá spojnice 44" o:spid="_x0000_s1026" style="position:absolute;flip:y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" strokecolor="#0909f5">
              <w10:wrap anchorx="margin"/>
            </v:line>
          </w:pict>
        </mc:Fallback>
      </mc:AlternateContent>
    </w:r>
  </w:p>
  <w:p w14:paraId="756912E8" w14:textId="0E6CC2C9" w:rsidR="002959AC" w:rsidRDefault="002959A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2959AC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2959AC" w:rsidRDefault="002959AC" w:rsidP="00412F26">
          <w:pPr>
            <w:pStyle w:val="Informannadpis"/>
          </w:pPr>
        </w:p>
      </w:tc>
    </w:tr>
    <w:tr w:rsidR="002959AC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2959AC" w:rsidRDefault="002959AC">
          <w:pPr>
            <w:rPr>
              <w:sz w:val="10"/>
            </w:rPr>
          </w:pPr>
        </w:p>
      </w:tc>
    </w:tr>
  </w:tbl>
  <w:p w14:paraId="44558F0C" w14:textId="2AE1E7E4" w:rsidR="002959AC" w:rsidRDefault="002959AC">
    <w:r w:rsidRPr="0026610F">
      <w:rPr>
        <w:noProof/>
        <w:lang w:val="en-US" w:eastAsia="en-US"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2959AC" w:rsidRDefault="002959AC">
    <w:r w:rsidRPr="0026610F">
      <w:rPr>
        <w:noProof/>
        <w:lang w:val="en-US" w:eastAsia="en-US"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2959AC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2959AC" w:rsidRDefault="002959AC" w:rsidP="00BC3FFA">
          <w:pPr>
            <w:pStyle w:val="Informannadpis"/>
          </w:pPr>
        </w:p>
      </w:tc>
    </w:tr>
    <w:tr w:rsidR="002959AC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2959AC" w:rsidRDefault="002959AC">
          <w:pPr>
            <w:rPr>
              <w:sz w:val="10"/>
            </w:rPr>
          </w:pPr>
        </w:p>
      </w:tc>
    </w:tr>
  </w:tbl>
  <w:p w14:paraId="6DC3D967" w14:textId="4262F728" w:rsidR="002959AC" w:rsidRDefault="002959AC">
    <w:r w:rsidRPr="0026610F">
      <w:rPr>
        <w:noProof/>
        <w:lang w:val="en-US" w:eastAsia="en-US"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 w15:restartNumberingAfterBreak="0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 w15:restartNumberingAfterBreak="0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16"/>
  </w:num>
  <w:num w:numId="5">
    <w:abstractNumId w:val="22"/>
  </w:num>
  <w:num w:numId="6">
    <w:abstractNumId w:val="1"/>
  </w:num>
  <w:num w:numId="7">
    <w:abstractNumId w:val="2"/>
  </w:num>
  <w:num w:numId="8">
    <w:abstractNumId w:val="5"/>
  </w:num>
  <w:num w:numId="9">
    <w:abstractNumId w:val="14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23"/>
  </w:num>
  <w:num w:numId="15">
    <w:abstractNumId w:val="24"/>
  </w:num>
  <w:num w:numId="16">
    <w:abstractNumId w:val="4"/>
  </w:num>
  <w:num w:numId="17">
    <w:abstractNumId w:val="10"/>
  </w:num>
  <w:num w:numId="18">
    <w:abstractNumId w:val="20"/>
  </w:num>
  <w:num w:numId="19">
    <w:abstractNumId w:val="18"/>
  </w:num>
  <w:num w:numId="20">
    <w:abstractNumId w:val="21"/>
  </w:num>
  <w:num w:numId="21">
    <w:abstractNumId w:val="12"/>
  </w:num>
  <w:num w:numId="22">
    <w:abstractNumId w:val="11"/>
  </w:num>
  <w:num w:numId="23">
    <w:abstractNumId w:val="15"/>
  </w:num>
  <w:num w:numId="24">
    <w:abstractNumId w:val="17"/>
  </w:num>
  <w:num w:numId="2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DD5"/>
    <w:rsid w:val="00033E6F"/>
    <w:rsid w:val="00040F06"/>
    <w:rsid w:val="000417E2"/>
    <w:rsid w:val="00047809"/>
    <w:rsid w:val="000568A2"/>
    <w:rsid w:val="00057391"/>
    <w:rsid w:val="0007086E"/>
    <w:rsid w:val="00071177"/>
    <w:rsid w:val="00074A7A"/>
    <w:rsid w:val="000755D8"/>
    <w:rsid w:val="00076F6F"/>
    <w:rsid w:val="000873C7"/>
    <w:rsid w:val="000C0F8A"/>
    <w:rsid w:val="000E1A6B"/>
    <w:rsid w:val="000F1C52"/>
    <w:rsid w:val="000F7121"/>
    <w:rsid w:val="00104481"/>
    <w:rsid w:val="0015038A"/>
    <w:rsid w:val="001706F1"/>
    <w:rsid w:val="001716FA"/>
    <w:rsid w:val="001919A1"/>
    <w:rsid w:val="0019415B"/>
    <w:rsid w:val="001A11A1"/>
    <w:rsid w:val="001B0881"/>
    <w:rsid w:val="001B481C"/>
    <w:rsid w:val="001E0602"/>
    <w:rsid w:val="002014A8"/>
    <w:rsid w:val="0020682A"/>
    <w:rsid w:val="00215A12"/>
    <w:rsid w:val="002177E8"/>
    <w:rsid w:val="002254AF"/>
    <w:rsid w:val="0026610F"/>
    <w:rsid w:val="002718D0"/>
    <w:rsid w:val="00277CD5"/>
    <w:rsid w:val="002946D7"/>
    <w:rsid w:val="002959AC"/>
    <w:rsid w:val="002A4A01"/>
    <w:rsid w:val="002B16FC"/>
    <w:rsid w:val="002B51CD"/>
    <w:rsid w:val="002B5EF3"/>
    <w:rsid w:val="002B6DA0"/>
    <w:rsid w:val="002C494C"/>
    <w:rsid w:val="002E00FC"/>
    <w:rsid w:val="002F0C2F"/>
    <w:rsid w:val="002F47AC"/>
    <w:rsid w:val="00304214"/>
    <w:rsid w:val="003062E5"/>
    <w:rsid w:val="00310ABC"/>
    <w:rsid w:val="0032493C"/>
    <w:rsid w:val="003713E4"/>
    <w:rsid w:val="00375A4E"/>
    <w:rsid w:val="00393F43"/>
    <w:rsid w:val="003C5652"/>
    <w:rsid w:val="003D237F"/>
    <w:rsid w:val="003D6956"/>
    <w:rsid w:val="003E29E7"/>
    <w:rsid w:val="00412F26"/>
    <w:rsid w:val="004547B2"/>
    <w:rsid w:val="004602CD"/>
    <w:rsid w:val="004773EB"/>
    <w:rsid w:val="004926DA"/>
    <w:rsid w:val="004A6AAF"/>
    <w:rsid w:val="004B7336"/>
    <w:rsid w:val="004D577D"/>
    <w:rsid w:val="004E1CAD"/>
    <w:rsid w:val="004E232E"/>
    <w:rsid w:val="004E5776"/>
    <w:rsid w:val="0050736A"/>
    <w:rsid w:val="0054197D"/>
    <w:rsid w:val="005505EE"/>
    <w:rsid w:val="00554C47"/>
    <w:rsid w:val="00554F3F"/>
    <w:rsid w:val="00562E3A"/>
    <w:rsid w:val="005761CF"/>
    <w:rsid w:val="0059403B"/>
    <w:rsid w:val="005977D7"/>
    <w:rsid w:val="005A5E8D"/>
    <w:rsid w:val="005B31BC"/>
    <w:rsid w:val="006035E5"/>
    <w:rsid w:val="00616598"/>
    <w:rsid w:val="00617BAC"/>
    <w:rsid w:val="00622717"/>
    <w:rsid w:val="006556BE"/>
    <w:rsid w:val="00675B0F"/>
    <w:rsid w:val="00691BB3"/>
    <w:rsid w:val="006A15BA"/>
    <w:rsid w:val="006A3B2A"/>
    <w:rsid w:val="006B3C08"/>
    <w:rsid w:val="006E000A"/>
    <w:rsid w:val="00701D34"/>
    <w:rsid w:val="00713469"/>
    <w:rsid w:val="00714A98"/>
    <w:rsid w:val="007336C0"/>
    <w:rsid w:val="00782986"/>
    <w:rsid w:val="00785CD1"/>
    <w:rsid w:val="007879E6"/>
    <w:rsid w:val="00790D08"/>
    <w:rsid w:val="007A25CD"/>
    <w:rsid w:val="007A48AB"/>
    <w:rsid w:val="007B282F"/>
    <w:rsid w:val="007C0202"/>
    <w:rsid w:val="007C063F"/>
    <w:rsid w:val="007E4995"/>
    <w:rsid w:val="007F4CFA"/>
    <w:rsid w:val="007F6495"/>
    <w:rsid w:val="0081151D"/>
    <w:rsid w:val="008309BB"/>
    <w:rsid w:val="0084444F"/>
    <w:rsid w:val="00857F98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C783C"/>
    <w:rsid w:val="009C7FAD"/>
    <w:rsid w:val="00A052FE"/>
    <w:rsid w:val="00A26F45"/>
    <w:rsid w:val="00A30950"/>
    <w:rsid w:val="00A447CF"/>
    <w:rsid w:val="00A51EB0"/>
    <w:rsid w:val="00A60574"/>
    <w:rsid w:val="00A612A8"/>
    <w:rsid w:val="00A731FD"/>
    <w:rsid w:val="00A81445"/>
    <w:rsid w:val="00A91392"/>
    <w:rsid w:val="00A92528"/>
    <w:rsid w:val="00AA4C74"/>
    <w:rsid w:val="00AA6481"/>
    <w:rsid w:val="00AE2238"/>
    <w:rsid w:val="00B11B4B"/>
    <w:rsid w:val="00B70DCC"/>
    <w:rsid w:val="00B759FA"/>
    <w:rsid w:val="00B8445C"/>
    <w:rsid w:val="00B9125E"/>
    <w:rsid w:val="00B9395E"/>
    <w:rsid w:val="00B94036"/>
    <w:rsid w:val="00BA7DFB"/>
    <w:rsid w:val="00BC3FFA"/>
    <w:rsid w:val="00BD1405"/>
    <w:rsid w:val="00BD2117"/>
    <w:rsid w:val="00BD30A0"/>
    <w:rsid w:val="00BE67DD"/>
    <w:rsid w:val="00BF4798"/>
    <w:rsid w:val="00C06F04"/>
    <w:rsid w:val="00C12877"/>
    <w:rsid w:val="00C2264C"/>
    <w:rsid w:val="00C32E5F"/>
    <w:rsid w:val="00C60984"/>
    <w:rsid w:val="00C87774"/>
    <w:rsid w:val="00C96951"/>
    <w:rsid w:val="00CB18F6"/>
    <w:rsid w:val="00CC10F0"/>
    <w:rsid w:val="00CD0470"/>
    <w:rsid w:val="00CD1067"/>
    <w:rsid w:val="00CE3DBE"/>
    <w:rsid w:val="00CE3FF0"/>
    <w:rsid w:val="00D000F5"/>
    <w:rsid w:val="00D01BEB"/>
    <w:rsid w:val="00D0486F"/>
    <w:rsid w:val="00D17B53"/>
    <w:rsid w:val="00D2000D"/>
    <w:rsid w:val="00D2080D"/>
    <w:rsid w:val="00D42714"/>
    <w:rsid w:val="00D54DAD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3665E"/>
    <w:rsid w:val="00E40087"/>
    <w:rsid w:val="00E4102D"/>
    <w:rsid w:val="00E53216"/>
    <w:rsid w:val="00E61AC8"/>
    <w:rsid w:val="00E750EF"/>
    <w:rsid w:val="00EA6E09"/>
    <w:rsid w:val="00F126A1"/>
    <w:rsid w:val="00F13132"/>
    <w:rsid w:val="00F424EC"/>
    <w:rsid w:val="00F42FC4"/>
    <w:rsid w:val="00F46417"/>
    <w:rsid w:val="00FA2350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AD4E5-4403-4CD2-A06D-719062FC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35</TotalTime>
  <Pages>26</Pages>
  <Words>2403</Words>
  <Characters>13702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Bystřická Jana</cp:lastModifiedBy>
  <cp:revision>3</cp:revision>
  <cp:lastPrinted>2017-08-02T09:55:00Z</cp:lastPrinted>
  <dcterms:created xsi:type="dcterms:W3CDTF">2017-08-02T09:56:00Z</dcterms:created>
  <dcterms:modified xsi:type="dcterms:W3CDTF">2017-08-02T10:49:00Z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